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22" w:rsidRPr="00412AD2" w:rsidRDefault="00550422" w:rsidP="00340EA9">
      <w:pPr>
        <w:jc w:val="center"/>
        <w:rPr>
          <w:rFonts w:ascii="Times New Roman" w:hAnsi="Times New Roman"/>
          <w:sz w:val="72"/>
          <w:szCs w:val="7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http://dfp2hfrf3mn0u.cloudfront.net/220/2202291074_24037_tif_zoom_3.jpg" href="http://www.google.com/url?sa=i&amp;rct=j&amp;q=mochila&amp;source=images&amp;cd=&amp;cad=rja&amp;uact=8&amp;docid=nTz5PsInmps9vM&amp;tbnid=16Sl8OcwRR_ReM:&amp;ved=0CAUQjRw&amp;url=http://www.scott-sports.com/global/es/products/220229/mochila-scott-pe-i/;jsessionid=23903755F1E69047802A7C87E05DED8D&amp;ei=0v1wU8P2LIqz8AGqmoHYDQ&amp;bvm=bv.66330100,d.aWw&amp;psig=AFQjCNFsxpXBMU4G2n9Ech4GvPQD8joI1w&amp;ust=14000003027207" style="position:absolute;left:0;text-align:left;margin-left:69.75pt;margin-top:159.75pt;width:37.5pt;height:37.5pt;z-index:251657728;visibility:visible" o:button="t">
            <v:fill o:detectmouseclick="t"/>
            <v:imagedata r:id="rId4" o:title=""/>
          </v:shape>
        </w:pict>
      </w:r>
      <w:r>
        <w:rPr>
          <w:noProof/>
        </w:rPr>
        <w:pict>
          <v:shape id="_x0000_s1027" type="#_x0000_t75" alt="http://dfp2hfrf3mn0u.cloudfront.net/220/2202291074_24037_tif_zoom_3.jpg" href="http://www.google.com/url?sa=i&amp;rct=j&amp;q=mochila&amp;source=images&amp;cd=&amp;cad=rja&amp;uact=8&amp;docid=nTz5PsInmps9vM&amp;tbnid=16Sl8OcwRR_ReM:&amp;ved=0CAUQjRw&amp;url=http://www.scott-sports.com/global/es/products/220229/mochila-scott-pe-i/;jsessionid=23903755F1E69047802A7C87E05DED8D&amp;ei=0v1wU8P2LIqz8AGqmoHYDQ&amp;bvm=bv.66330100,d.aWw&amp;psig=AFQjCNFsxpXBMU4G2n9Ech4GvPQD8joI1w&amp;ust=14000003027207" style="position:absolute;left:0;text-align:left;margin-left:42.75pt;margin-top:159pt;width:38.25pt;height:38.25pt;z-index:251656704;visibility:visible" o:button="t">
            <v:fill o:detectmouseclick="t"/>
            <v:imagedata r:id="rId5" o:title=""/>
          </v:shape>
        </w:pict>
      </w:r>
      <w:r>
        <w:rPr>
          <w:noProof/>
        </w:rPr>
        <w:pict>
          <v:shape id="_x0000_s1028" type="#_x0000_t75" alt="http://www.clker.com/cliparts/s/N/a/f/n/4/flashlight-hi.png" href="http://www.google.com/url?sa=i&amp;rct=j&amp;q=flashlight clipart&amp;source=images&amp;cd=&amp;cad=rja&amp;uact=8&amp;docid=ejcUdf4fRazU8M&amp;tbnid=BH4PSVGwidHSVM:&amp;ved=0CAUQjRw&amp;url=http://www.clker.com/clipart-flashlight-1.html&amp;ei=wfRwU46hCoG28gGms4HwDA&amp;bvm=bv.66330100,d.aWw&amp;psig=AFQjCNEkLMuc3foed06elzWxQN4wnuq6kg&amp;ust=13999979881271" style="position:absolute;left:0;text-align:left;margin-left:669pt;margin-top:427.8pt;width:64.5pt;height:34.15pt;rotation:1091588fd;flip:x;z-index:251652608;visibility:visible" o:button="t">
            <v:fill o:detectmouseclick="t"/>
            <v:imagedata r:id="rId6" o:title=""/>
          </v:shape>
        </w:pict>
      </w:r>
      <w:r>
        <w:rPr>
          <w:noProof/>
        </w:rPr>
        <w:pict>
          <v:shape id="_x0000_s1029" type="#_x0000_t75" alt="http://hydra-media.cursecdn.com/towns.gamepedia.com/4/4c/Jungle_tree.png?version=e4c570cce5e50ad09503e376d7b30fc2" href="http://www.google.com/url?sa=i&amp;rct=j&amp;q=tree in jungle&amp;source=images&amp;cd=&amp;cad=rja&amp;uact=8&amp;docid=8rUjYTiU-HIQMM&amp;tbnid=CjCB9Qvo5ZVkuM:&amp;ved=0CAUQjRw&amp;url=http://towns.gamepedia.com/Flora&amp;ei=_vJwU52aKYbL8wGbnYHoCQ&amp;bvm=bv.66330100,d.aWw&amp;psig=AFQjCNGAHRUPpJPNSC7TKAS8DVn66nE0Pw&amp;ust=13999975409923" style="position:absolute;left:0;text-align:left;margin-left:442.5pt;margin-top:305.7pt;width:182.85pt;height:266.25pt;z-index:251666944;visibility:visible" o:button="t">
            <v:fill o:detectmouseclick="t"/>
            <v:imagedata r:id="rId7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227.25pt;margin-top:358.5pt;width:207pt;height:191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">
            <v:textbox>
              <w:txbxContent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¿Qué significa si encuentran una soga en la selva</w:t>
                  </w:r>
                  <w:r w:rsidRPr="00115769">
                    <w:rPr>
                      <w:rFonts w:ascii="Comic Sans MS" w:hAnsi="Comic Sans MS"/>
                      <w:lang w:val="es-ES"/>
                    </w:rPr>
                    <w:t xml:space="preserve">? </w:t>
                  </w:r>
                  <w:r>
                    <w:rPr>
                      <w:rFonts w:ascii="Comic Sans MS" w:hAnsi="Comic Sans MS"/>
                      <w:lang w:val="es-ES"/>
                    </w:rPr>
                    <w:t>(e</w:t>
                  </w:r>
                  <w:r w:rsidRPr="00115769">
                    <w:rPr>
                      <w:rFonts w:ascii="Comic Sans MS" w:hAnsi="Comic Sans MS"/>
                      <w:lang w:val="es-ES"/>
                    </w:rPr>
                    <w:t>n inglés)</w:t>
                  </w:r>
                </w:p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</w:t>
                  </w:r>
                </w:p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</w:t>
                  </w:r>
                </w:p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</w:t>
                  </w:r>
                </w:p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</w:t>
                  </w:r>
                </w:p>
                <w:p w:rsidR="00550422" w:rsidRPr="00115769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75" alt="http://www.clker.com/cliparts/s/N/a/f/n/4/flashlight-hi.png" href="http://www.google.com/url?sa=i&amp;rct=j&amp;q=flashlight clipart&amp;source=images&amp;cd=&amp;cad=rja&amp;uact=8&amp;docid=ejcUdf4fRazU8M&amp;tbnid=BH4PSVGwidHSVM:&amp;ved=0CAUQjRw&amp;url=http://www.clker.com/clipart-flashlight-1.html&amp;ei=wfRwU46hCoG28gGms4HwDA&amp;bvm=bv.66330100,d.aWw&amp;psig=AFQjCNEkLMuc3foed06elzWxQN4wnuq6kg&amp;ust=13999979881271" style="position:absolute;left:0;text-align:left;margin-left:642.8pt;margin-top:261.65pt;width:76.4pt;height:40.5pt;rotation:2089764fd;flip:x;z-index:251653632;visibility:visible" o:button="t">
            <v:fill o:detectmouseclick="t"/>
            <v:imagedata r:id="rId8" o:title=""/>
          </v:shape>
        </w:pict>
      </w:r>
      <w:r>
        <w:rPr>
          <w:noProof/>
        </w:rPr>
        <w:pict>
          <v:shape id="_x0000_s1032" type="#_x0000_t202" style="position:absolute;left:0;text-align:left;margin-left:221.25pt;margin-top:244.5pt;width:417pt;height:7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">
            <v:textbox>
              <w:txbxContent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 xml:space="preserve">                  </w:t>
                  </w:r>
                  <w:r w:rsidRPr="00507D56">
                    <w:rPr>
                      <w:rFonts w:ascii="Comic Sans MS" w:hAnsi="Comic Sans MS"/>
                      <w:lang w:val="es-ES"/>
                    </w:rPr>
                    <w:t>¿Cu</w:t>
                  </w:r>
                  <w:r w:rsidRPr="00507D56">
                    <w:rPr>
                      <w:rFonts w:ascii="Comic Sans MS" w:hAnsi="Comic Sans MS"/>
                    </w:rPr>
                    <w:t>ά</w:t>
                  </w:r>
                  <w:r w:rsidRPr="00507D56">
                    <w:rPr>
                      <w:rFonts w:ascii="Comic Sans MS" w:hAnsi="Comic Sans MS"/>
                      <w:lang w:val="es-ES"/>
                    </w:rPr>
                    <w:t>l  es el gran problema con</w:t>
                  </w:r>
                  <w:r>
                    <w:rPr>
                      <w:rFonts w:ascii="Comic Sans MS" w:hAnsi="Comic Sans MS"/>
                      <w:lang w:val="es-ES"/>
                    </w:rPr>
                    <w:t xml:space="preserve"> los </w:t>
                  </w:r>
                  <w:r w:rsidRPr="00507D56">
                    <w:rPr>
                      <w:rFonts w:ascii="Comic Sans MS" w:hAnsi="Comic Sans MS"/>
                      <w:lang w:val="es-ES"/>
                    </w:rPr>
                    <w:t>Iphone</w:t>
                  </w:r>
                  <w:r>
                    <w:rPr>
                      <w:rFonts w:ascii="Comic Sans MS" w:hAnsi="Comic Sans MS"/>
                      <w:lang w:val="es-ES"/>
                    </w:rPr>
                    <w:t>s</w:t>
                  </w:r>
                  <w:r w:rsidRPr="00507D56">
                    <w:rPr>
                      <w:rFonts w:ascii="Comic Sans MS" w:hAnsi="Comic Sans MS"/>
                      <w:lang w:val="es-ES"/>
                    </w:rPr>
                    <w:t xml:space="preserve"> en la selva?</w:t>
                  </w:r>
                  <w:r>
                    <w:rPr>
                      <w:rFonts w:ascii="Comic Sans MS" w:hAnsi="Comic Sans MS"/>
                      <w:lang w:val="es-ES"/>
                    </w:rPr>
                    <w:t xml:space="preserve"> (en español)</w:t>
                  </w:r>
                </w:p>
                <w:p w:rsidR="00550422" w:rsidRPr="00507D56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 xml:space="preserve">               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75" alt="http://www.virginmobileusa.com/_img/_phones/iphone4s8gbwhite/iphone4s8gbwhite-overview-large-exclusive.png?103013" href="http://www.google.com/url?sa=i&amp;rct=j&amp;q=Iphone&amp;source=images&amp;cd=&amp;cad=rja&amp;uact=8&amp;docid=NHaIFiqfxMFTPM&amp;tbnid=ErI4Thc1wrz-dM:&amp;ved=0CAUQjRw&amp;url=http://www.virginmobileusa.com/shop/cell-phones/iPhone4S-8GB-white-phone/features/&amp;ei=LghxU4uYBsGr8gH70IG4Aw&amp;bvm=bv.66330100,d.aWw&amp;psig=AFQjCNEBFFFBdmnxmfEGq3lRoL7NAAOxZA&amp;ust=14000028702020" style="position:absolute;left:0;text-align:left;margin-left:217.5pt;margin-top:249.75pt;width:60.75pt;height:69.75pt;z-index:251665920;visibility:visible" o:button="t">
            <v:fill o:detectmouseclick="t"/>
            <v:imagedata r:id="rId9" o:title=""/>
          </v:shape>
        </w:pict>
      </w:r>
      <w:r>
        <w:rPr>
          <w:noProof/>
        </w:rPr>
        <w:pict>
          <v:shape id="_x0000_s1034" type="#_x0000_t202" style="position:absolute;left:0;text-align:left;margin-left:616.5pt;margin-top:336pt;width:117pt;height:61.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">
            <v:textbox>
              <w:txbxContent>
                <w:p w:rsidR="00550422" w:rsidRPr="008524CF" w:rsidRDefault="00550422" w:rsidP="00CB6395">
                  <w:pPr>
                    <w:jc w:val="center"/>
                    <w:rPr>
                      <w:rFonts w:ascii="Comic Sans MS" w:hAnsi="Comic Sans MS"/>
                      <w:lang w:val="es-ES"/>
                    </w:rPr>
                  </w:pPr>
                  <w:r w:rsidRPr="008524CF">
                    <w:rPr>
                      <w:rFonts w:ascii="Comic Sans MS" w:hAnsi="Comic Sans MS"/>
                      <w:lang w:val="es-ES"/>
                    </w:rPr>
                    <w:t>Dibuja la soga y la moto que encontró Makenna.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-6.75pt;margin-top:69pt;width:234pt;height:46.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">
            <v:textbox>
              <w:txbxContent>
                <w:p w:rsidR="00550422" w:rsidRPr="00115769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¿Quién se quedó juntos? Esto es la cabaña de _____________ y 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75" alt="http://imgsrv.worldstart.com/promos/scared.jpg" href="http://www.google.com/url?sa=i&amp;rct=j&amp;q=scared face&amp;source=images&amp;cd=&amp;cad=rja&amp;uact=8&amp;docid=8nMMLsXGmtagTM&amp;tbnid=xqj39gHElLSlLM:&amp;ved=0CAUQjRw&amp;url=http://store.worldstart.com/product/6753/?wsref=banner&amp;ei=cANxU4L5K6Xw8AGe3YCwBA&amp;bvm=bv.66330100,d.aWw&amp;psig=AFQjCNG5pIsTp3BMuA4U1VfUyhgvsFI1lg&amp;ust=14000017574003" style="position:absolute;left:0;text-align:left;margin-left:638.4pt;margin-top:97.5pt;width:67.2pt;height:82.5pt;z-index:251663872;visibility:visible" o:button="t">
            <v:fill o:detectmouseclick="t"/>
            <v:imagedata r:id="rId10" o:title=""/>
          </v:shape>
        </w:pict>
      </w:r>
      <w:r>
        <w:rPr>
          <w:noProof/>
        </w:rPr>
        <w:pict>
          <v:shape id="_x0000_s1037" type="#_x0000_t75" alt="http://www.clker.com/cliparts/s/N/a/f/n/4/flashlight-hi.png" href="http://www.google.com/url?sa=i&amp;rct=j&amp;q=flashlight clipart&amp;source=images&amp;cd=&amp;cad=rja&amp;uact=8&amp;docid=ejcUdf4fRazU8M&amp;tbnid=BH4PSVGwidHSVM:&amp;ved=0CAUQjRw&amp;url=http://www.clker.com/clipart-flashlight-1.html&amp;ei=wfRwU46hCoG28gGms4HwDA&amp;bvm=bv.66330100,d.aWw&amp;psig=AFQjCNEkLMuc3foed06elzWxQN4wnuq6kg&amp;ust=13999979881271" style="position:absolute;left:0;text-align:left;margin-left:333.95pt;margin-top:127.55pt;width:76.4pt;height:40.5pt;z-index:251651584;visibility:visible" o:button="t">
            <v:fill o:detectmouseclick="t"/>
            <v:imagedata r:id="rId8" o:title=""/>
          </v:shape>
        </w:pict>
      </w:r>
      <w:r>
        <w:rPr>
          <w:noProof/>
        </w:rPr>
        <w:pict>
          <v:shape id="_x0000_s1038" type="#_x0000_t75" alt="http://www.clipartbest.com/cliparts/dT6/eKX/dT6eKXgLc.gif" href="http://www.google.com/url?sa=i&amp;rct=j&amp;q=happy face&amp;source=images&amp;cd=&amp;cad=rja&amp;uact=8&amp;docid=rR8rxiC7a9bMtM&amp;tbnid=hfbr013iS4x5SM:&amp;ved=0CAUQjRw&amp;url=http://www.clipartbest.com/happy-face-graphics&amp;ei=1QNxU4naLObO8wHY34HgCQ&amp;bvm=bv.66330100,d.aWw&amp;psig=AFQjCNEvfwfvNXYjlIiKiu0zEwuASklVjA&amp;ust=14000018673568" style="position:absolute;left:0;text-align:left;margin-left:563.25pt;margin-top:104.25pt;width:73.5pt;height:73.5pt;z-index:251662848;visibility:visible" o:button="t">
            <v:fill o:detectmouseclick="t"/>
            <v:imagedata r:id="rId11" o:title=""/>
          </v:shape>
        </w:pict>
      </w:r>
      <w:r>
        <w:rPr>
          <w:noProof/>
        </w:rPr>
        <w:pict>
          <v:shape id="_x0000_s1039" type="#_x0000_t202" style="position:absolute;left:0;text-align:left;margin-left:422.25pt;margin-top:45pt;width:299.25pt;height:152.2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">
            <v:textbox>
              <w:txbxContent>
                <w:p w:rsidR="00550422" w:rsidRPr="00850116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Makenna habló con s</w:t>
                  </w:r>
                  <w:bookmarkStart w:id="0" w:name="_GoBack"/>
                  <w:bookmarkEnd w:id="0"/>
                  <w:r w:rsidRPr="00850116">
                    <w:rPr>
                      <w:rFonts w:ascii="Comic Sans MS" w:hAnsi="Comic Sans MS"/>
                      <w:lang w:val="es-ES"/>
                    </w:rPr>
                    <w:t>u papá</w:t>
                  </w:r>
                  <w:r>
                    <w:rPr>
                      <w:rFonts w:ascii="Comic Sans MS" w:hAnsi="Comic Sans MS"/>
                      <w:lang w:val="es-ES"/>
                    </w:rPr>
                    <w:t xml:space="preserve"> mientras caminaban en la selva</w:t>
                  </w:r>
                  <w:r w:rsidRPr="00850116">
                    <w:rPr>
                      <w:rFonts w:ascii="Comic Sans MS" w:hAnsi="Comic Sans MS"/>
                      <w:lang w:val="es-ES"/>
                    </w:rPr>
                    <w:t>.  ¿Cómo reaccionó Makenna a la conversación?</w:t>
                  </w:r>
                  <w:r>
                    <w:rPr>
                      <w:rFonts w:ascii="Comic Sans MS" w:hAnsi="Comic Sans MS"/>
                      <w:lang w:val="es-ES"/>
                    </w:rPr>
                    <w:t xml:space="preserve"> Pon una X sobre la cara apropiada.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75" alt="http://img1.wikia.nocookie.net/__cb20111126003142/universalminibuilders/images/a/ab/SadFace.jpg" href="http://www.google.com/url?sa=i&amp;rct=j&amp;q=sad face&amp;source=images&amp;cd=&amp;cad=rja&amp;uact=8&amp;docid=PHZO5hI4z7CuGM&amp;tbnid=IWYjb7eVOM-MUM:&amp;ved=0CAUQjRw&amp;url=http://universalminibuilders.wikia.com/wiki/File:SadFace.jpg&amp;ei=PgNxU_-zFeOU8QGfh4GYAw&amp;bvm=bv.66330100,d.aWw&amp;psig=AFQjCNE-2IVHGtS3M8QCB8J8w0U0kmrlGA&amp;ust=14000016840027" style="position:absolute;left:0;text-align:left;margin-left:498.75pt;margin-top:109.5pt;width:64.5pt;height:64.5pt;z-index:251661824;visibility:visible" o:button="t">
            <v:fill o:detectmouseclick="t"/>
            <v:imagedata r:id="rId12" o:title=""/>
          </v:shape>
        </w:pict>
      </w:r>
      <w:r>
        <w:rPr>
          <w:noProof/>
        </w:rPr>
        <w:pict>
          <v:shape id="_x0000_s1041" type="#_x0000_t75" alt="http://domorethanexist.com/wp-content/uploads/2013/08/frustrated_face.jpg" href="http://www.google.com/url?sa=i&amp;rct=j&amp;q=frustrated+face&amp;source=images&amp;cd=&amp;cad=rja&amp;uact=8&amp;docid=IhjbM_cb_ZnyqM&amp;tbnid=KdvIsvCsS2lbrM:&amp;ved=0CAUQjRw&amp;url=http://domorethanexist.com/category/love-one-another/&amp;ei=8gJxU6T4O6a78QG_k4DoAQ&amp;bvm=bv.66330100,d.aWw&amp;psig=AFQjCNER6Q3B5zBpR5H4JbP1wHw1nMUFbQ&amp;ust=14000015614789" style="position:absolute;left:0;text-align:left;margin-left:429pt;margin-top:109.5pt;width:62.95pt;height:64.5pt;z-index:251660800;visibility:visible" o:button="t">
            <v:fill o:detectmouseclick="t"/>
            <v:imagedata r:id="rId13" o:title=""/>
          </v:shape>
        </w:pict>
      </w:r>
      <w:r>
        <w:rPr>
          <w:noProof/>
        </w:rPr>
        <w:pict>
          <v:shape id="_x0000_s1042" type="#_x0000_t202" style="position:absolute;left:0;text-align:left;margin-left:-6pt;margin-top:285pt;width:218.25pt;height:106.8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">
            <v:textbox style="mso-fit-shape-to-text:t">
              <w:txbxContent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 w:rsidRPr="00841DF4">
                    <w:rPr>
                      <w:rFonts w:ascii="Comic Sans MS" w:hAnsi="Comic Sans MS"/>
                      <w:lang w:val="es-ES"/>
                    </w:rPr>
                    <w:t xml:space="preserve">Makenna pensaba en la soga y la moto.  </w:t>
                  </w:r>
                  <w:r>
                    <w:rPr>
                      <w:rFonts w:ascii="Comic Sans MS" w:hAnsi="Comic Sans MS"/>
                      <w:lang w:val="es-ES"/>
                    </w:rPr>
                    <w:t xml:space="preserve">¿Qué piensa Makenna? </w:t>
                  </w:r>
                  <w:r w:rsidRPr="00841DF4">
                    <w:rPr>
                      <w:rFonts w:ascii="Comic Sans MS" w:hAnsi="Comic Sans MS"/>
                      <w:lang w:val="es-ES"/>
                    </w:rPr>
                    <w:t>¿Cuál es la conexión entre los dos?</w:t>
                  </w:r>
                  <w:r>
                    <w:rPr>
                      <w:rFonts w:ascii="Comic Sans MS" w:hAnsi="Comic Sans MS"/>
                      <w:lang w:val="es-ES"/>
                    </w:rPr>
                    <w:t xml:space="preserve"> (en español)</w:t>
                  </w:r>
                </w:p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_____________________________</w:t>
                  </w:r>
                </w:p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_____________________________</w:t>
                  </w:r>
                </w:p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_____________________________</w:t>
                  </w:r>
                </w:p>
                <w:p w:rsidR="00550422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_____________________________</w:t>
                  </w:r>
                </w:p>
                <w:p w:rsidR="00550422" w:rsidRPr="00841DF4" w:rsidRDefault="00550422">
                  <w:pPr>
                    <w:rPr>
                      <w:rFonts w:ascii="Comic Sans MS" w:hAnsi="Comic Sans MS"/>
                      <w:lang w:val="es-ES"/>
                    </w:rPr>
                  </w:pPr>
                  <w:r>
                    <w:rPr>
                      <w:rFonts w:ascii="Comic Sans MS" w:hAnsi="Comic Sans MS"/>
                      <w:lang w:val="es-ES"/>
                    </w:rPr>
                    <w:t>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75" alt="http://www.clker.com/cliparts/s/N/a/f/n/4/flashlight-hi.png" href="http://www.google.com/url?sa=i&amp;rct=j&amp;q=flashlight clipart&amp;source=images&amp;cd=&amp;cad=rja&amp;uact=8&amp;docid=ejcUdf4fRazU8M&amp;tbnid=BH4PSVGwidHSVM:&amp;ved=0CAUQjRw&amp;url=http://www.clker.com/clipart-flashlight-1.html&amp;ei=wfRwU46hCoG28gGms4HwDA&amp;bvm=bv.66330100,d.aWw&amp;psig=AFQjCNEkLMuc3foed06elzWxQN4wnuq6kg&amp;ust=13999979881271" style="position:absolute;left:0;text-align:left;margin-left:276.1pt;margin-top:182.3pt;width:76.4pt;height:40.5pt;z-index:251650560;visibility:visible" o:button="t">
            <v:fill o:detectmouseclick="t"/>
            <v:imagedata r:id="rId8" o:title=""/>
          </v:shape>
        </w:pict>
      </w:r>
      <w:r>
        <w:rPr>
          <w:noProof/>
        </w:rPr>
        <w:pict>
          <v:shape id="irc_mi" o:spid="_x0000_s1044" type="#_x0000_t75" alt="http://www.painetworks.com/photos/em/em0773.JPG" href="http://www.google.com/url?sa=i&amp;rct=j&amp;q=cabanas en la selva&amp;source=images&amp;cd=&amp;cad=rja&amp;uact=8&amp;docid=c5euQk7Oy4BZmM&amp;tbnid=nroc-gQOmJAf3M:&amp;ved=0CAUQjRw&amp;url=http://www.painetworks.com/previews/em/em0773.html&amp;ei=KvRwU-PdGemj8AGBjoHACA&amp;bvm=bv.66330100,d.aWw&amp;psig=AFQjCNFt_jcnm1at5mvR6r_KdiFnOhv4eQ&amp;ust=13999978576385" style="position:absolute;left:0;text-align:left;margin-left:-13.5pt;margin-top:52.7pt;width:279.85pt;height:183pt;z-index:251649536;visibility:visible" o:button="t">
            <v:fill o:detectmouseclick="t"/>
            <v:imagedata r:id="rId14" o:title=""/>
          </v:shape>
        </w:pict>
      </w:r>
      <w:r>
        <w:rPr>
          <w:rFonts w:ascii="Juice ITC" w:hAnsi="Juice ITC"/>
          <w:sz w:val="72"/>
          <w:szCs w:val="72"/>
          <w:lang w:val="es-ES"/>
        </w:rPr>
        <w:t>Cap</w:t>
      </w:r>
      <w:r>
        <w:rPr>
          <w:rFonts w:ascii="Juice ITC" w:hAnsi="Juice ITC"/>
          <w:sz w:val="72"/>
          <w:szCs w:val="72"/>
          <w:lang w:val="es-MX"/>
        </w:rPr>
        <w:t>ít</w:t>
      </w:r>
      <w:r w:rsidRPr="008524CF">
        <w:rPr>
          <w:rFonts w:ascii="Juice ITC" w:hAnsi="Juice ITC"/>
          <w:sz w:val="72"/>
          <w:szCs w:val="72"/>
          <w:lang w:val="es-ES"/>
        </w:rPr>
        <w:t>ulo 10</w:t>
      </w:r>
      <w:r>
        <w:rPr>
          <w:rFonts w:ascii="Juice ITC" w:hAnsi="Juice ITC"/>
          <w:sz w:val="72"/>
          <w:szCs w:val="72"/>
          <w:lang w:val="es-ES"/>
        </w:rPr>
        <w:t>:</w:t>
      </w:r>
      <w:r w:rsidRPr="00412AD2">
        <w:rPr>
          <w:noProof/>
          <w:color w:val="0000FF"/>
        </w:rPr>
        <w:t xml:space="preserve"> </w:t>
      </w:r>
      <w:r>
        <w:rPr>
          <w:rFonts w:ascii="Juice ITC" w:hAnsi="Juice ITC"/>
          <w:sz w:val="72"/>
          <w:szCs w:val="72"/>
          <w:lang w:val="es-ES"/>
        </w:rPr>
        <w:t xml:space="preserve">  Secretos en la Selva</w:t>
      </w:r>
    </w:p>
    <w:sectPr w:rsidR="00550422" w:rsidRPr="00412AD2" w:rsidSect="00F5186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4CF"/>
    <w:rsid w:val="000C1BEC"/>
    <w:rsid w:val="00114218"/>
    <w:rsid w:val="00115769"/>
    <w:rsid w:val="001B7918"/>
    <w:rsid w:val="002841DA"/>
    <w:rsid w:val="002B04A1"/>
    <w:rsid w:val="00340EA9"/>
    <w:rsid w:val="00391DBC"/>
    <w:rsid w:val="003D1BA3"/>
    <w:rsid w:val="00412AD2"/>
    <w:rsid w:val="004317EE"/>
    <w:rsid w:val="004826E4"/>
    <w:rsid w:val="00507D56"/>
    <w:rsid w:val="00550422"/>
    <w:rsid w:val="00560672"/>
    <w:rsid w:val="0058778C"/>
    <w:rsid w:val="00663113"/>
    <w:rsid w:val="00675E51"/>
    <w:rsid w:val="0069020F"/>
    <w:rsid w:val="00726FF9"/>
    <w:rsid w:val="00841DF4"/>
    <w:rsid w:val="00850116"/>
    <w:rsid w:val="008524CF"/>
    <w:rsid w:val="00867985"/>
    <w:rsid w:val="00A87494"/>
    <w:rsid w:val="00B27838"/>
    <w:rsid w:val="00CB6395"/>
    <w:rsid w:val="00DE3228"/>
    <w:rsid w:val="00F51868"/>
    <w:rsid w:val="00F951D4"/>
    <w:rsid w:val="00FE5306"/>
    <w:rsid w:val="00FE6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8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5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4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</Words>
  <Characters>47</Characters>
  <Application>Microsoft Office Outlook</Application>
  <DocSecurity>0</DocSecurity>
  <Lines>0</Lines>
  <Paragraphs>0</Paragraphs>
  <ScaleCrop>false</ScaleCrop>
  <Company>Wicomico Board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10:   Secretos en la Selva</dc:title>
  <dc:subject/>
  <dc:creator>Megan Matthews</dc:creator>
  <cp:keywords/>
  <dc:description/>
  <cp:lastModifiedBy>User</cp:lastModifiedBy>
  <cp:revision>2</cp:revision>
  <dcterms:created xsi:type="dcterms:W3CDTF">2014-09-10T18:54:00Z</dcterms:created>
  <dcterms:modified xsi:type="dcterms:W3CDTF">2014-09-10T18:54:00Z</dcterms:modified>
</cp:coreProperties>
</file>